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:rsidR="00210CF7" w:rsidRPr="00F72A93" w:rsidRDefault="00210CF7" w:rsidP="00427479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>
        <w:rPr>
          <w:rFonts w:ascii="Arial" w:hAnsi="Arial" w:cs="Arial"/>
          <w:sz w:val="18"/>
          <w:szCs w:val="18"/>
        </w:rPr>
        <w:t>23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>
        <w:rPr>
          <w:rFonts w:ascii="Arial" w:hAnsi="Arial" w:cs="Arial"/>
          <w:sz w:val="18"/>
          <w:szCs w:val="18"/>
        </w:rPr>
        <w:t>27</w:t>
      </w:r>
      <w:r w:rsidRPr="00F72A93">
        <w:rPr>
          <w:rFonts w:ascii="Arial" w:hAnsi="Arial" w:cs="Arial"/>
          <w:sz w:val="18"/>
          <w:szCs w:val="18"/>
        </w:rPr>
        <w:t xml:space="preserve"> декабря 2017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210CF7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на 2018 год и плановый период 2019 и 2020 годов»</w:t>
      </w:r>
    </w:p>
    <w:p w:rsidR="00210CF7" w:rsidRPr="00F72A93" w:rsidRDefault="00210CF7" w:rsidP="001838AA">
      <w:pPr>
        <w:pStyle w:val="Heading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>Перечень муниципальных программ, подлежащих реализации в 2018 году и плановом периоде 2019 и  2020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тыс.руб</w:t>
            </w:r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2018 год</w:t>
            </w:r>
          </w:p>
        </w:tc>
        <w:tc>
          <w:tcPr>
            <w:tcW w:w="2126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2019 год</w:t>
            </w:r>
          </w:p>
        </w:tc>
        <w:tc>
          <w:tcPr>
            <w:tcW w:w="1843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2020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сельского поселения» на 2015-2020 годы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10CF7" w:rsidRPr="001F7857" w:rsidRDefault="00210CF7" w:rsidP="00FC49DE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n-US"/>
              </w:rPr>
            </w:pPr>
            <w:r w:rsidRPr="001F7857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70 281,3</w:t>
            </w:r>
          </w:p>
        </w:tc>
        <w:tc>
          <w:tcPr>
            <w:tcW w:w="2126" w:type="dxa"/>
          </w:tcPr>
          <w:p w:rsidR="00210CF7" w:rsidRPr="007D168D" w:rsidRDefault="00210CF7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210CF7" w:rsidRPr="007D168D" w:rsidRDefault="00210CF7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F72A93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19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404</w:t>
            </w:r>
            <w:r w:rsidRPr="00F72A9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12 759,2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9 004,4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10CF7" w:rsidRPr="001F7857" w:rsidRDefault="00210CF7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1F7857">
              <w:rPr>
                <w:rFonts w:ascii="Arial" w:hAnsi="Arial" w:cs="Arial"/>
                <w:color w:val="0000FF"/>
                <w:sz w:val="18"/>
                <w:szCs w:val="18"/>
              </w:rPr>
              <w:t>2 332,9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5 585,6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5 864,6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6 381,4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F72A93">
              <w:rPr>
                <w:rFonts w:ascii="Arial" w:hAnsi="Arial" w:cs="Arial"/>
                <w:sz w:val="18"/>
                <w:szCs w:val="18"/>
              </w:rPr>
              <w:t>7,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15 122,8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17 995,0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1 750</w:t>
            </w:r>
            <w:r w:rsidRPr="00F72A9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532,4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632,4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F72A9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7 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701</w:t>
            </w:r>
            <w:r w:rsidRPr="007D168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2126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8 533,7</w:t>
            </w:r>
          </w:p>
        </w:tc>
        <w:tc>
          <w:tcPr>
            <w:tcW w:w="1843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7 524,5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:rsidR="00210CF7" w:rsidRPr="001F7857" w:rsidRDefault="00210CF7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n-US"/>
              </w:rPr>
            </w:pPr>
            <w:r w:rsidRPr="001F7857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70 281,3</w:t>
            </w:r>
          </w:p>
        </w:tc>
        <w:tc>
          <w:tcPr>
            <w:tcW w:w="2126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210CF7" w:rsidRPr="007D168D" w:rsidRDefault="00210CF7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21A72"/>
    <w:rsid w:val="000246DB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3157D7"/>
    <w:rsid w:val="00343D73"/>
    <w:rsid w:val="003478C5"/>
    <w:rsid w:val="00370D78"/>
    <w:rsid w:val="00405DEA"/>
    <w:rsid w:val="00425D67"/>
    <w:rsid w:val="00427479"/>
    <w:rsid w:val="00431CF7"/>
    <w:rsid w:val="00444A6C"/>
    <w:rsid w:val="00454629"/>
    <w:rsid w:val="005802DA"/>
    <w:rsid w:val="00587C11"/>
    <w:rsid w:val="005A1CB8"/>
    <w:rsid w:val="005C2191"/>
    <w:rsid w:val="005F4DA2"/>
    <w:rsid w:val="0060450E"/>
    <w:rsid w:val="006315A9"/>
    <w:rsid w:val="006472A9"/>
    <w:rsid w:val="006A0105"/>
    <w:rsid w:val="006E0383"/>
    <w:rsid w:val="006E4CB4"/>
    <w:rsid w:val="007424E5"/>
    <w:rsid w:val="00760C50"/>
    <w:rsid w:val="007C7621"/>
    <w:rsid w:val="007D168D"/>
    <w:rsid w:val="007D6ABC"/>
    <w:rsid w:val="007E7A3B"/>
    <w:rsid w:val="007F7213"/>
    <w:rsid w:val="00812BD6"/>
    <w:rsid w:val="00843761"/>
    <w:rsid w:val="008559BE"/>
    <w:rsid w:val="008A0C36"/>
    <w:rsid w:val="008B4538"/>
    <w:rsid w:val="009415AC"/>
    <w:rsid w:val="00950C71"/>
    <w:rsid w:val="009577D8"/>
    <w:rsid w:val="009969E8"/>
    <w:rsid w:val="009D5300"/>
    <w:rsid w:val="00A0616C"/>
    <w:rsid w:val="00A37949"/>
    <w:rsid w:val="00A73E47"/>
    <w:rsid w:val="00A9296C"/>
    <w:rsid w:val="00B0734A"/>
    <w:rsid w:val="00B54799"/>
    <w:rsid w:val="00B67198"/>
    <w:rsid w:val="00BB1E36"/>
    <w:rsid w:val="00BD0F00"/>
    <w:rsid w:val="00BF48CC"/>
    <w:rsid w:val="00C562F6"/>
    <w:rsid w:val="00CB719E"/>
    <w:rsid w:val="00D05D9C"/>
    <w:rsid w:val="00D372D3"/>
    <w:rsid w:val="00D40788"/>
    <w:rsid w:val="00DA1331"/>
    <w:rsid w:val="00DC2CFC"/>
    <w:rsid w:val="00DF3E87"/>
    <w:rsid w:val="00DF7AC9"/>
    <w:rsid w:val="00E0719F"/>
    <w:rsid w:val="00E1302E"/>
    <w:rsid w:val="00E9158E"/>
    <w:rsid w:val="00EB5E13"/>
    <w:rsid w:val="00F053B4"/>
    <w:rsid w:val="00F443A0"/>
    <w:rsid w:val="00F72A93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</Pages>
  <Words>306</Words>
  <Characters>1747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User</cp:lastModifiedBy>
  <cp:revision>27</cp:revision>
  <cp:lastPrinted>2017-11-10T12:06:00Z</cp:lastPrinted>
  <dcterms:created xsi:type="dcterms:W3CDTF">2016-11-02T03:35:00Z</dcterms:created>
  <dcterms:modified xsi:type="dcterms:W3CDTF">2018-06-21T08:16:00Z</dcterms:modified>
</cp:coreProperties>
</file>